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4FD7B" w14:textId="3E08EA06" w:rsidR="00253E4D" w:rsidRPr="00337276" w:rsidRDefault="00E81368" w:rsidP="00E81368">
      <w:pPr>
        <w:rPr>
          <w:rFonts w:ascii="Times New Roman" w:hAnsi="Times New Roman"/>
          <w:b/>
          <w:sz w:val="20"/>
          <w:szCs w:val="20"/>
          <w:lang w:val="fr-FR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>ANEXA 16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337276">
        <w:rPr>
          <w:rFonts w:ascii="Times New Roman" w:hAnsi="Times New Roman"/>
          <w:b/>
          <w:sz w:val="20"/>
          <w:szCs w:val="20"/>
          <w:lang w:val="es-MX"/>
        </w:rPr>
        <w:t xml:space="preserve">FORMULAR DE 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Î</w:t>
      </w:r>
      <w:r w:rsidR="00253E4D" w:rsidRPr="00337276">
        <w:rPr>
          <w:rFonts w:ascii="Times New Roman" w:hAnsi="Times New Roman"/>
          <w:b/>
          <w:sz w:val="20"/>
          <w:szCs w:val="20"/>
          <w:lang w:val="es-MX"/>
        </w:rPr>
        <w:t>NSCRIERE MOBILIT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ĂȚ</w:t>
      </w:r>
      <w:r w:rsidR="00253E4D" w:rsidRPr="00337276">
        <w:rPr>
          <w:rFonts w:ascii="Times New Roman" w:hAnsi="Times New Roman"/>
          <w:b/>
          <w:sz w:val="20"/>
          <w:szCs w:val="20"/>
          <w:lang w:val="es-MX"/>
        </w:rPr>
        <w:t xml:space="preserve">I </w:t>
      </w:r>
      <w:r w:rsidR="00253E4D" w:rsidRPr="00337276">
        <w:rPr>
          <w:rFonts w:ascii="Times New Roman" w:hAnsi="Times New Roman"/>
          <w:b/>
          <w:sz w:val="20"/>
          <w:szCs w:val="20"/>
          <w:lang w:val="fr-FR"/>
        </w:rPr>
        <w:t xml:space="preserve">PROGRAMUL </w:t>
      </w:r>
      <w:r w:rsidR="00253E4D" w:rsidRPr="00337276">
        <w:rPr>
          <w:rFonts w:ascii="Times New Roman" w:hAnsi="Times New Roman"/>
          <w:b/>
          <w:i/>
          <w:sz w:val="20"/>
          <w:szCs w:val="20"/>
          <w:lang w:val="fr-FR"/>
        </w:rPr>
        <w:t>ERASMUS+</w:t>
      </w:r>
    </w:p>
    <w:p w14:paraId="20F46377" w14:textId="594A0C24" w:rsidR="00253E4D" w:rsidRPr="00337276" w:rsidRDefault="00E81368" w:rsidP="00253E4D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universitar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>___________________________________</w:t>
      </w:r>
    </w:p>
    <w:p w14:paraId="27231788" w14:textId="259F8E56" w:rsidR="00253E4D" w:rsidRPr="00772B75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Tipul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mobilitate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    □ SMS (</w:t>
      </w:r>
      <w:proofErr w:type="spellStart"/>
      <w:proofErr w:type="gramStart"/>
      <w:r w:rsidRPr="00337276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)   </w:t>
      </w:r>
      <w:proofErr w:type="gram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□ SMP (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plasament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>)      □ STA (predare)        □ STT (formare)</w:t>
      </w:r>
    </w:p>
    <w:p w14:paraId="084A859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Nume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DF49D45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Prenume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2339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Data nasterii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2C2D5D1" w14:textId="39433F49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Locul na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terii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7918D36" w14:textId="610D99DC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Cet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enia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5E34C1A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CNP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B53FCA5" w14:textId="63C1E8F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Adresa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01022E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Telefon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FB98850" w14:textId="61D4803C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E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-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mail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BAF4306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Facultatea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2DAB0E7A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Anul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2B882944" w14:textId="7932E593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Nr.matricol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1A3DF96" w14:textId="0AB2BD01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anterior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</w:t>
      </w:r>
    </w:p>
    <w:p w14:paraId="26C534B7" w14:textId="5E8DD7E5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sem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I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697C620" w14:textId="06097E46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ani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studii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472017D" w14:textId="08BD7D9D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Tema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tezei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</w:r>
    </w:p>
    <w:p w14:paraId="4B102864" w14:textId="6578D5CE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Conduc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>tor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A22F531" w14:textId="4392B25B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Universitatea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partener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ă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(*)                    </w:t>
      </w:r>
      <w:proofErr w:type="gramStart"/>
      <w:r w:rsidRPr="00337276">
        <w:rPr>
          <w:rFonts w:ascii="Times New Roman" w:hAnsi="Times New Roman"/>
          <w:b/>
          <w:sz w:val="20"/>
          <w:szCs w:val="20"/>
          <w:lang w:val="es-MX"/>
        </w:rPr>
        <w:t>1._</w:t>
      </w:r>
      <w:proofErr w:type="gramEnd"/>
      <w:r w:rsidRPr="00337276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</w:t>
      </w:r>
    </w:p>
    <w:p w14:paraId="3A252DB2" w14:textId="25298EAA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2._______________________________________________</w:t>
      </w:r>
    </w:p>
    <w:p w14:paraId="3F56D7C9" w14:textId="5E20C7C7" w:rsid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3._______________________________________________</w:t>
      </w:r>
    </w:p>
    <w:p w14:paraId="2A9D1734" w14:textId="3FD54B61" w:rsidR="00772B75" w:rsidRPr="00337276" w:rsidRDefault="00772B75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Student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cu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oportunități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reduse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                DA                       NU</w:t>
      </w:r>
      <w:bookmarkStart w:id="0" w:name="_GoBack"/>
      <w:bookmarkEnd w:id="0"/>
    </w:p>
    <w:p w14:paraId="611B1C3C" w14:textId="763B5B0C" w:rsidR="00253E4D" w:rsidRPr="00337276" w:rsidRDefault="00253E4D" w:rsidP="00772B75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Competen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lingvistic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  <w:r w:rsidR="00772B75">
        <w:rPr>
          <w:rFonts w:ascii="Times New Roman" w:hAnsi="Times New Roman"/>
          <w:b/>
          <w:sz w:val="20"/>
          <w:szCs w:val="20"/>
          <w:lang w:val="it-IT"/>
        </w:rPr>
        <w:t xml:space="preserve">  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Limba</w:t>
      </w:r>
      <w:r w:rsidRPr="00337276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="00772B75">
        <w:rPr>
          <w:rFonts w:ascii="Times New Roman" w:hAnsi="Times New Roman"/>
          <w:b/>
          <w:sz w:val="20"/>
          <w:szCs w:val="20"/>
          <w:vertAlign w:val="subscript"/>
          <w:lang w:val="it-IT"/>
        </w:rPr>
        <w:t xml:space="preserve">                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68171282" w14:textId="322C0956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Denumirea atestatului de limb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              _______________________________________________</w:t>
      </w:r>
    </w:p>
    <w:p w14:paraId="582DEC2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Eliberat de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DFCF1F8" w14:textId="18D36DEC" w:rsidR="00253E4D" w:rsidRPr="00253E4D" w:rsidRDefault="00253E4D" w:rsidP="00253E4D">
      <w:pPr>
        <w:rPr>
          <w:rFonts w:ascii="Times New Roman" w:hAnsi="Times New Roman"/>
          <w:sz w:val="20"/>
          <w:szCs w:val="20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(*) Candida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ii sunt ruga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 s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consulte lista cu universit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ile partenere 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 s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opteze pentru TREI dintre ele, 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î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n func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ie de tipul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fr-FR"/>
        </w:rPr>
        <w:t>mobilitate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oferit 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 de preferin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ele candidatului.</w:t>
      </w:r>
    </w:p>
    <w:p w14:paraId="74CA6A36" w14:textId="77777777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</w:rPr>
      </w:pPr>
    </w:p>
    <w:sectPr w:rsidR="00253E4D" w:rsidRPr="00253E4D" w:rsidSect="00253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7" w:right="567" w:bottom="5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5DB9B" w14:textId="77777777" w:rsidR="00FA5EA1" w:rsidRDefault="00FA5EA1" w:rsidP="00D2536B">
      <w:pPr>
        <w:spacing w:after="0" w:line="240" w:lineRule="auto"/>
      </w:pPr>
      <w:r>
        <w:separator/>
      </w:r>
    </w:p>
  </w:endnote>
  <w:endnote w:type="continuationSeparator" w:id="0">
    <w:p w14:paraId="3A8788C2" w14:textId="77777777" w:rsidR="00FA5EA1" w:rsidRDefault="00FA5EA1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FA5EA1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7678" w14:textId="77777777" w:rsidR="00FA5EA1" w:rsidRDefault="00FA5EA1" w:rsidP="00D2536B">
      <w:pPr>
        <w:spacing w:after="0" w:line="240" w:lineRule="auto"/>
      </w:pPr>
      <w:r>
        <w:separator/>
      </w:r>
    </w:p>
  </w:footnote>
  <w:footnote w:type="continuationSeparator" w:id="0">
    <w:p w14:paraId="48FDF540" w14:textId="77777777" w:rsidR="00FA5EA1" w:rsidRDefault="00FA5EA1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21043"/>
    <w:rsid w:val="00151750"/>
    <w:rsid w:val="00174A85"/>
    <w:rsid w:val="001875D4"/>
    <w:rsid w:val="001E34B8"/>
    <w:rsid w:val="00253419"/>
    <w:rsid w:val="00253E4D"/>
    <w:rsid w:val="002D7D19"/>
    <w:rsid w:val="002F1287"/>
    <w:rsid w:val="002F50CB"/>
    <w:rsid w:val="0031217D"/>
    <w:rsid w:val="003306A8"/>
    <w:rsid w:val="00337276"/>
    <w:rsid w:val="00366D36"/>
    <w:rsid w:val="00434D24"/>
    <w:rsid w:val="004915CF"/>
    <w:rsid w:val="004A5472"/>
    <w:rsid w:val="004D7E7E"/>
    <w:rsid w:val="0050760F"/>
    <w:rsid w:val="00531846"/>
    <w:rsid w:val="0059677A"/>
    <w:rsid w:val="00605ECC"/>
    <w:rsid w:val="0061031E"/>
    <w:rsid w:val="00631F67"/>
    <w:rsid w:val="00654D09"/>
    <w:rsid w:val="00685BF9"/>
    <w:rsid w:val="006940D7"/>
    <w:rsid w:val="00696A22"/>
    <w:rsid w:val="006A1CA7"/>
    <w:rsid w:val="00756E23"/>
    <w:rsid w:val="00772B75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D31DF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1368"/>
    <w:rsid w:val="00E86118"/>
    <w:rsid w:val="00EE6EBF"/>
    <w:rsid w:val="00F2179A"/>
    <w:rsid w:val="00F6087F"/>
    <w:rsid w:val="00F83087"/>
    <w:rsid w:val="00F84B39"/>
    <w:rsid w:val="00FA5EA1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7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7</cp:revision>
  <cp:lastPrinted>2023-01-17T12:16:00Z</cp:lastPrinted>
  <dcterms:created xsi:type="dcterms:W3CDTF">2022-01-10T08:38:00Z</dcterms:created>
  <dcterms:modified xsi:type="dcterms:W3CDTF">2026-01-27T09:09:00Z</dcterms:modified>
</cp:coreProperties>
</file>